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Description générale</w:t>
      </w:r>
    </w:p>
    <w:p w:rsidR="0013635A" w:rsidRPr="001D0391" w:rsidRDefault="0013635A" w:rsidP="0013635A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plaque de déclenchement rectangulaire avec deux touches de rinçage rectangulaires pour un réservoir de chasse à encastrer à déclenchement frontal</w:t>
      </w:r>
    </w:p>
    <w:p w:rsidR="0013635A" w:rsidRPr="001D0391" w:rsidRDefault="0013635A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les touches de rinçage rectangulaires semblent jumelées en un ensemble</w:t>
      </w:r>
    </w:p>
    <w:p w:rsidR="0013635A" w:rsidRPr="001D0391" w:rsidRDefault="0013635A" w:rsidP="0013635A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13635A" w:rsidRPr="001D0391" w:rsidRDefault="0013635A" w:rsidP="0013635A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1D0391" w:rsidRDefault="0013635A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les touches de rinçage sont </w:t>
      </w:r>
      <w:r w:rsidR="002D1081" w:rsidRPr="001D0391">
        <w:rPr>
          <w:rFonts w:ascii="Arial" w:hAnsi="Arial" w:cs="Arial"/>
          <w:lang w:val="fr-FR"/>
        </w:rPr>
        <w:t>dans le même plan que la plaque de déclenchement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les deux touches de rinçage </w:t>
      </w:r>
      <w:r w:rsidR="000725E1" w:rsidRPr="001D0391">
        <w:rPr>
          <w:rFonts w:ascii="Arial" w:hAnsi="Arial" w:cs="Arial"/>
          <w:lang w:val="fr-FR"/>
        </w:rPr>
        <w:t>possèdent</w:t>
      </w:r>
      <w:r w:rsidR="00F212A0" w:rsidRPr="001D0391">
        <w:rPr>
          <w:rFonts w:ascii="Arial" w:hAnsi="Arial" w:cs="Arial"/>
          <w:lang w:val="fr-FR"/>
        </w:rPr>
        <w:t>, dans leur partie basse et</w:t>
      </w:r>
      <w:r w:rsidR="00441D8F" w:rsidRPr="001D0391">
        <w:rPr>
          <w:rFonts w:ascii="Arial" w:hAnsi="Arial" w:cs="Arial"/>
          <w:lang w:val="fr-FR"/>
        </w:rPr>
        <w:t xml:space="preserve"> sur toute l</w:t>
      </w:r>
      <w:r w:rsidR="00F212A0" w:rsidRPr="001D0391">
        <w:rPr>
          <w:rFonts w:ascii="Arial" w:hAnsi="Arial" w:cs="Arial"/>
          <w:lang w:val="fr-FR"/>
        </w:rPr>
        <w:t>eur</w:t>
      </w:r>
      <w:r w:rsidR="00441D8F" w:rsidRPr="001D0391">
        <w:rPr>
          <w:rFonts w:ascii="Arial" w:hAnsi="Arial" w:cs="Arial"/>
          <w:lang w:val="fr-FR"/>
        </w:rPr>
        <w:t xml:space="preserve"> largeur, </w:t>
      </w:r>
      <w:r w:rsidRPr="001D0391">
        <w:rPr>
          <w:rFonts w:ascii="Arial" w:hAnsi="Arial" w:cs="Arial"/>
          <w:lang w:val="fr-FR"/>
        </w:rPr>
        <w:t>un</w:t>
      </w:r>
      <w:r w:rsidR="00441D8F" w:rsidRPr="001D0391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</w:t>
      </w:r>
      <w:r w:rsidR="00441D8F" w:rsidRPr="001D0391">
        <w:rPr>
          <w:rFonts w:ascii="Arial" w:hAnsi="Arial" w:cs="Arial"/>
          <w:lang w:val="fr-FR"/>
        </w:rPr>
        <w:t>bande</w:t>
      </w:r>
      <w:r w:rsidRPr="001D0391">
        <w:rPr>
          <w:rFonts w:ascii="Arial" w:hAnsi="Arial" w:cs="Arial"/>
          <w:lang w:val="fr-FR"/>
        </w:rPr>
        <w:t xml:space="preserve"> design de même 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r w:rsidRPr="001D0391">
        <w:rPr>
          <w:rFonts w:ascii="Arial" w:hAnsi="Arial" w:cs="Arial"/>
          <w:b/>
          <w:bCs/>
        </w:rPr>
        <w:t xml:space="preserve"> et </w:t>
      </w:r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</w:p>
    <w:p w:rsidR="00702E8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1D0391">
        <w:rPr>
          <w:rFonts w:ascii="Arial" w:hAnsi="Arial" w:cs="Arial"/>
          <w:lang w:val="fr-FR"/>
        </w:rPr>
        <w:t xml:space="preserve">la plaque de déclenchement, les touches de rinçage et les </w:t>
      </w:r>
      <w:r w:rsidR="001D0391">
        <w:rPr>
          <w:rFonts w:ascii="Arial" w:hAnsi="Arial" w:cs="Arial"/>
          <w:lang w:val="fr-FR"/>
        </w:rPr>
        <w:t>bandes</w:t>
      </w:r>
      <w:r w:rsidRPr="001D0391">
        <w:rPr>
          <w:rFonts w:ascii="Arial" w:hAnsi="Arial" w:cs="Arial"/>
          <w:lang w:val="fr-FR"/>
        </w:rPr>
        <w:t xml:space="preserve"> design sont en matière synthétique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</w:p>
    <w:p w:rsidR="00F848C0" w:rsidRPr="001D0391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CE658D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un effort minimum est requis pour appuyer sur les </w:t>
      </w:r>
      <w:r w:rsidR="0048450A">
        <w:rPr>
          <w:rFonts w:ascii="Arial" w:hAnsi="Arial" w:cs="Arial"/>
          <w:lang w:val="fr-FR"/>
        </w:rPr>
        <w:t>touches de rinçage</w:t>
      </w:r>
      <w:r w:rsidRPr="001D0391">
        <w:rPr>
          <w:rFonts w:ascii="Arial" w:hAnsi="Arial" w:cs="Arial"/>
          <w:lang w:val="fr-FR"/>
        </w:rPr>
        <w:t xml:space="preserve">, la force </w:t>
      </w:r>
      <w:r w:rsidR="00AF4C3C" w:rsidRPr="001D0391">
        <w:rPr>
          <w:rFonts w:ascii="Arial" w:hAnsi="Arial" w:cs="Arial"/>
          <w:lang w:val="fr-FR"/>
        </w:rPr>
        <w:t>nécessaire</w:t>
      </w:r>
      <w:r w:rsidRPr="001D0391">
        <w:rPr>
          <w:rFonts w:ascii="Arial" w:hAnsi="Arial" w:cs="Arial"/>
          <w:lang w:val="fr-FR"/>
        </w:rPr>
        <w:t xml:space="preserve"> est inférieure à 20 Newton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1D0391">
        <w:rPr>
          <w:rFonts w:ascii="Arial" w:hAnsi="Arial" w:cs="Arial"/>
          <w:lang w:val="fr-FR"/>
        </w:rPr>
        <w:t>10</w:t>
      </w:r>
      <w:r w:rsidRPr="001D0391">
        <w:rPr>
          <w:rFonts w:ascii="Arial" w:hAnsi="Arial" w:cs="Arial"/>
          <w:lang w:val="fr-FR"/>
        </w:rPr>
        <w:t xml:space="preserve"> cm</w:t>
      </w:r>
    </w:p>
    <w:p w:rsidR="003F38CF" w:rsidRPr="001D0391" w:rsidRDefault="00227E0C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1D0391">
        <w:rPr>
          <w:rFonts w:ascii="Arial" w:hAnsi="Arial" w:cs="Arial"/>
          <w:lang w:val="fr-FR"/>
        </w:rPr>
        <w:t>déclenchement</w:t>
      </w:r>
    </w:p>
    <w:p w:rsidR="003F38CF" w:rsidRPr="001D0391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1D0391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1D0391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plaque de </w:t>
      </w:r>
      <w:r w:rsidR="00AF4C3C" w:rsidRPr="001D0391">
        <w:rPr>
          <w:rFonts w:ascii="Arial" w:hAnsi="Arial" w:cs="Arial"/>
          <w:lang w:val="fr-FR"/>
        </w:rPr>
        <w:t>déclenchement</w:t>
      </w:r>
      <w:r w:rsidRPr="001D0391">
        <w:rPr>
          <w:rFonts w:ascii="Arial" w:hAnsi="Arial" w:cs="Arial"/>
          <w:lang w:val="fr-FR"/>
        </w:rPr>
        <w:t xml:space="preserve"> pousse ce ressort vers le haut</w:t>
      </w:r>
    </w:p>
    <w:p w:rsidR="00227E0C" w:rsidRPr="001D0391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une fois ce</w:t>
      </w:r>
      <w:r w:rsidR="00227E0C" w:rsidRPr="001D0391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1D0391" w:rsidRDefault="00650CB6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tiges </w:t>
      </w:r>
      <w:r w:rsidR="003F38CF" w:rsidRPr="001D0391">
        <w:rPr>
          <w:rFonts w:ascii="Arial" w:hAnsi="Arial" w:cs="Arial"/>
        </w:rPr>
        <w:t xml:space="preserve">de </w:t>
      </w:r>
      <w:r w:rsidRPr="001D0391">
        <w:rPr>
          <w:rFonts w:ascii="Arial" w:hAnsi="Arial" w:cs="Arial"/>
        </w:rPr>
        <w:t>déclenchement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3F38CF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AF20C0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16</w:t>
            </w:r>
            <w:r w:rsidR="0020639C" w:rsidRPr="001D039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DB60C1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épaisseur</w:t>
            </w:r>
            <w:r w:rsidR="003C7987"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AF20C0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C54046" w:rsidP="00157D48">
            <w:pPr>
              <w:rPr>
                <w:rFonts w:ascii="Arial" w:hAnsi="Arial" w:cs="Arial"/>
                <w:lang w:val="fr-FR"/>
              </w:rPr>
            </w:pPr>
            <w:r w:rsidRPr="001D0391">
              <w:rPr>
                <w:rFonts w:ascii="Arial" w:hAnsi="Arial" w:cs="Arial"/>
                <w:lang w:val="fr-FR"/>
              </w:rPr>
              <w:t>c</w:t>
            </w:r>
            <w:r w:rsidR="0020639C" w:rsidRPr="001D0391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105C3B" w:rsidRPr="001D0391" w:rsidRDefault="00105C3B" w:rsidP="00AF20C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1D0391">
        <w:rPr>
          <w:rFonts w:ascii="Arial" w:hAnsi="Arial" w:cs="Arial"/>
          <w:lang w:val="fr-FR"/>
        </w:rPr>
        <w:t>déclencheme</w:t>
      </w:r>
      <w:r w:rsidR="000C3045" w:rsidRPr="001D0391">
        <w:rPr>
          <w:rFonts w:ascii="Arial" w:hAnsi="Arial" w:cs="Arial"/>
          <w:lang w:val="fr-FR"/>
        </w:rPr>
        <w:t>n</w:t>
      </w:r>
      <w:r w:rsidR="00DB60C1" w:rsidRPr="001D0391">
        <w:rPr>
          <w:rFonts w:ascii="Arial" w:hAnsi="Arial" w:cs="Arial"/>
          <w:lang w:val="fr-FR"/>
        </w:rPr>
        <w:t>t</w:t>
      </w:r>
      <w:r w:rsidRPr="001D0391">
        <w:rPr>
          <w:rFonts w:ascii="Arial" w:hAnsi="Arial" w:cs="Arial"/>
          <w:lang w:val="fr-FR"/>
        </w:rPr>
        <w:t xml:space="preserve"> convient pour une épaisseur de finition </w:t>
      </w:r>
      <w:r w:rsidR="00DB60C1" w:rsidRPr="001D0391">
        <w:rPr>
          <w:rFonts w:ascii="Arial" w:hAnsi="Arial" w:cs="Arial"/>
          <w:lang w:val="fr-FR"/>
        </w:rPr>
        <w:t>du</w:t>
      </w:r>
      <w:r w:rsidRPr="001D0391">
        <w:rPr>
          <w:rFonts w:ascii="Arial" w:hAnsi="Arial" w:cs="Arial"/>
          <w:lang w:val="fr-FR"/>
        </w:rPr>
        <w:t xml:space="preserve"> réservoir de chasse à encastrer jusqu'à </w:t>
      </w:r>
      <w:r w:rsidR="00DB60C1" w:rsidRPr="001D0391">
        <w:rPr>
          <w:rFonts w:ascii="Arial" w:hAnsi="Arial" w:cs="Arial"/>
          <w:lang w:val="fr-FR"/>
        </w:rPr>
        <w:t>maximum</w:t>
      </w:r>
      <w:r w:rsidRPr="001D0391">
        <w:rPr>
          <w:rFonts w:ascii="Arial" w:hAnsi="Arial" w:cs="Arial"/>
          <w:lang w:val="fr-FR"/>
        </w:rPr>
        <w:t xml:space="preserve"> 18 cm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75146A" w:rsidRPr="001D0391" w:rsidRDefault="0075146A">
      <w:pPr>
        <w:rPr>
          <w:rFonts w:ascii="Arial" w:hAnsi="Arial" w:cs="Arial"/>
          <w:b/>
          <w:bCs/>
          <w:u w:val="single"/>
        </w:rPr>
      </w:pPr>
      <w:r w:rsidRPr="001D0391"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366B01" w:rsidRPr="001D0391" w:rsidTr="007D29E1">
        <w:trPr>
          <w:trHeight w:hRule="exact" w:val="3402"/>
        </w:trPr>
        <w:tc>
          <w:tcPr>
            <w:tcW w:w="3341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2A4B3F38" wp14:editId="23C5041D">
                  <wp:extent cx="1984375" cy="1708150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0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583B8BEC" wp14:editId="7F73D032">
                  <wp:extent cx="1985010" cy="1523365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19070AD9" wp14:editId="3E37E3E6">
                  <wp:extent cx="787180" cy="1556064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714" cy="15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593E" w:rsidRPr="00A7732F" w:rsidRDefault="00E1593E" w:rsidP="00E1593E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r w:rsidRPr="00A7732F">
        <w:rPr>
          <w:rFonts w:ascii="Arial" w:hAnsi="Arial" w:cs="Arial"/>
          <w:lang w:val="fr-FR"/>
        </w:rPr>
        <w:t>Photo</w:t>
      </w:r>
      <w:r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</w:t>
      </w:r>
      <w:r>
        <w:rPr>
          <w:rFonts w:ascii="Arial" w:hAnsi="Arial" w:cs="Arial"/>
          <w:lang w:val="fr-FR"/>
        </w:rPr>
        <w:t>s</w:t>
      </w:r>
      <w:r w:rsidRPr="00A7732F">
        <w:rPr>
          <w:rFonts w:ascii="Arial" w:hAnsi="Arial" w:cs="Arial"/>
          <w:lang w:val="fr-FR"/>
        </w:rPr>
        <w:t xml:space="preserve"> en couleur blanc brillant avec </w:t>
      </w:r>
      <w:r>
        <w:rPr>
          <w:rFonts w:ascii="Arial" w:hAnsi="Arial" w:cs="Arial"/>
          <w:lang w:val="fr-FR"/>
        </w:rPr>
        <w:t>des</w:t>
      </w:r>
      <w:r>
        <w:rPr>
          <w:rFonts w:ascii="Arial" w:hAnsi="Arial" w:cs="Arial"/>
          <w:lang w:val="fr-FR"/>
        </w:rPr>
        <w:t xml:space="preserve"> bande</w:t>
      </w:r>
      <w:r>
        <w:rPr>
          <w:rFonts w:ascii="Arial" w:hAnsi="Arial" w:cs="Arial"/>
          <w:lang w:val="fr-FR"/>
        </w:rPr>
        <w:t>s</w:t>
      </w:r>
      <w:bookmarkStart w:id="3" w:name="_GoBack"/>
      <w:bookmarkEnd w:id="3"/>
      <w:r w:rsidRPr="00A7732F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design en chromé brillant</w:t>
      </w:r>
    </w:p>
    <w:bookmarkEnd w:id="2"/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24,6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16,4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AF20C0" w:rsidRPr="001D0391">
        <w:rPr>
          <w:rFonts w:ascii="Arial" w:hAnsi="Arial" w:cs="Arial"/>
          <w:lang w:val="fr-BE"/>
        </w:rPr>
        <w:t>1,2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AF20C0" w:rsidRPr="001D0391" w:rsidRDefault="00AF20C0" w:rsidP="00AF20C0">
      <w:pPr>
        <w:pStyle w:val="Heading1"/>
        <w:rPr>
          <w:rFonts w:ascii="Arial" w:hAnsi="Arial" w:cs="Arial"/>
          <w:b/>
        </w:rPr>
      </w:pPr>
      <w:r w:rsidRPr="001D0391">
        <w:rPr>
          <w:rFonts w:ascii="Arial" w:hAnsi="Arial" w:cs="Arial"/>
          <w:b/>
        </w:rPr>
        <w:t>Couleurs</w:t>
      </w:r>
    </w:p>
    <w:p w:rsidR="00AF20C0" w:rsidRPr="001D0391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 xml:space="preserve">Vous avez le choix entre les </w:t>
      </w:r>
      <w:r w:rsidR="00DB60C1" w:rsidRPr="001D0391">
        <w:rPr>
          <w:rFonts w:ascii="Arial" w:hAnsi="Arial" w:cs="Arial"/>
          <w:color w:val="0070C0"/>
          <w:lang w:val="fr-FR"/>
        </w:rPr>
        <w:t>finitions</w:t>
      </w:r>
      <w:r w:rsidRPr="001D0391">
        <w:rPr>
          <w:rFonts w:ascii="Arial" w:hAnsi="Arial" w:cs="Arial"/>
          <w:color w:val="0070C0"/>
          <w:lang w:val="fr-FR"/>
        </w:rPr>
        <w:t xml:space="preserve"> suivantes </w:t>
      </w:r>
      <w:r w:rsidR="00AF20C0" w:rsidRPr="001D0391">
        <w:rPr>
          <w:rFonts w:ascii="Arial" w:hAnsi="Arial" w:cs="Arial"/>
          <w:color w:val="0070C0"/>
          <w:lang w:val="fr-FR"/>
        </w:rPr>
        <w:t>:</w:t>
      </w:r>
    </w:p>
    <w:p w:rsidR="00AF20C0" w:rsidRPr="001D0391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1D0391" w:rsidTr="00B82585">
        <w:tc>
          <w:tcPr>
            <w:tcW w:w="6091" w:type="dxa"/>
          </w:tcPr>
          <w:p w:rsidR="00AF20C0" w:rsidRPr="001D0391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AF20C0" w:rsidRPr="001D0391" w:rsidRDefault="00366B01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Bandes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noir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noir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noir brllant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 brillant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</w:t>
            </w:r>
            <w:r w:rsidR="00AF20C0" w:rsidRPr="001D0391">
              <w:rPr>
                <w:rFonts w:ascii="Arial" w:hAnsi="Arial" w:cs="Arial"/>
                <w:color w:val="0070C0"/>
                <w:lang w:val="nl-BE"/>
              </w:rPr>
              <w:t xml:space="preserve"> 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AF20C0" w:rsidRPr="001D0391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doré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 brillant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mat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</w:tbl>
    <w:p w:rsidR="00F64AC9" w:rsidRPr="001D0391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5737D8" w:rsidRPr="001D0391" w:rsidTr="007D29E1">
        <w:tc>
          <w:tcPr>
            <w:tcW w:w="6091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Plaque</w:t>
            </w:r>
          </w:p>
        </w:tc>
        <w:tc>
          <w:tcPr>
            <w:tcW w:w="3935" w:type="dxa"/>
          </w:tcPr>
          <w:p w:rsidR="005737D8" w:rsidRPr="001D0391" w:rsidRDefault="001D0391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Touches</w:t>
            </w:r>
            <w:r w:rsidR="005737D8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et </w:t>
            </w:r>
            <w:r w:rsidR="007F462F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bandes</w:t>
            </w:r>
            <w:r w:rsidR="005737D8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5737D8" w:rsidRPr="001D0391" w:rsidTr="007D29E1">
        <w:tc>
          <w:tcPr>
            <w:tcW w:w="6091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chromé mat</w:t>
            </w:r>
          </w:p>
        </w:tc>
      </w:tr>
    </w:tbl>
    <w:p w:rsidR="00AF20C0" w:rsidRPr="001D0391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1D0391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045" w:rsidRDefault="00C56045">
      <w:r>
        <w:separator/>
      </w:r>
    </w:p>
  </w:endnote>
  <w:endnote w:type="continuationSeparator" w:id="0">
    <w:p w:rsidR="00C56045" w:rsidRDefault="00C56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045" w:rsidRDefault="00C56045">
      <w:r>
        <w:separator/>
      </w:r>
    </w:p>
  </w:footnote>
  <w:footnote w:type="continuationSeparator" w:id="0">
    <w:p w:rsidR="00C56045" w:rsidRDefault="00C56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13635A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9C48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9F43B78-9FE5-4008-A17B-26663B661F53}"/>
</file>

<file path=customXml/itemProps2.xml><?xml version="1.0" encoding="utf-8"?>
<ds:datastoreItem xmlns:ds="http://schemas.openxmlformats.org/officeDocument/2006/customXml" ds:itemID="{D5CFDFD3-27B3-4C87-A068-BD32227EECDB}"/>
</file>

<file path=customXml/itemProps3.xml><?xml version="1.0" encoding="utf-8"?>
<ds:datastoreItem xmlns:ds="http://schemas.openxmlformats.org/officeDocument/2006/customXml" ds:itemID="{4B428F95-F629-41FD-AEE2-58945F1A706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13</cp:revision>
  <cp:lastPrinted>2012-01-13T10:23:00Z</cp:lastPrinted>
  <dcterms:created xsi:type="dcterms:W3CDTF">2020-05-04T09:44:00Z</dcterms:created>
  <dcterms:modified xsi:type="dcterms:W3CDTF">2020-05-06T12:10:00Z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